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03" w:rsidRDefault="00700A03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</w:p>
    <w:p w:rsidR="00700A03" w:rsidRDefault="00321410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inline distT="0" distB="0" distL="0" distR="0">
            <wp:extent cx="664210" cy="669290"/>
            <wp:effectExtent l="19050" t="0" r="2540" b="0"/>
            <wp:docPr id="2" name="Рисунок 1" descr="C:\Users\User\Desktop\К ЗАСЕДАНИЮ ДУМЫ\2019\09.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 ЗАСЕДАНИЮ ДУМЫ\2019\09.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410" w:rsidRDefault="00321410" w:rsidP="00321410">
      <w:pPr>
        <w:framePr w:wrap="none" w:vAnchor="page" w:hAnchor="page" w:x="6078" w:y="633"/>
        <w:rPr>
          <w:sz w:val="2"/>
          <w:szCs w:val="2"/>
        </w:rPr>
      </w:pPr>
    </w:p>
    <w:p w:rsidR="00700A03" w:rsidRDefault="00700A03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</w:p>
    <w:p w:rsidR="000A6C10" w:rsidRPr="00E3169D" w:rsidRDefault="000A6C10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 w:rsidRPr="00E3169D">
        <w:rPr>
          <w:rFonts w:ascii="Times New Roman" w:hAnsi="Times New Roman"/>
          <w:sz w:val="26"/>
          <w:szCs w:val="26"/>
        </w:rPr>
        <w:t>Сельская Дума</w:t>
      </w:r>
      <w:r w:rsidR="00700A03">
        <w:rPr>
          <w:rFonts w:ascii="Times New Roman" w:hAnsi="Times New Roman"/>
          <w:sz w:val="26"/>
          <w:szCs w:val="26"/>
        </w:rPr>
        <w:t xml:space="preserve"> </w:t>
      </w:r>
      <w:r w:rsidRPr="00E3169D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4B7532" w:rsidRPr="00E3169D">
        <w:rPr>
          <w:rFonts w:ascii="Times New Roman" w:hAnsi="Times New Roman"/>
          <w:sz w:val="26"/>
          <w:szCs w:val="26"/>
        </w:rPr>
        <w:t>«</w:t>
      </w:r>
      <w:r w:rsidRPr="00E3169D">
        <w:rPr>
          <w:rFonts w:ascii="Times New Roman" w:hAnsi="Times New Roman"/>
          <w:sz w:val="26"/>
          <w:szCs w:val="26"/>
        </w:rPr>
        <w:t xml:space="preserve">Деревня </w:t>
      </w:r>
      <w:r w:rsidR="00700A03">
        <w:rPr>
          <w:rFonts w:ascii="Times New Roman" w:hAnsi="Times New Roman"/>
          <w:sz w:val="26"/>
          <w:szCs w:val="26"/>
        </w:rPr>
        <w:t xml:space="preserve"> Бронцы</w:t>
      </w:r>
      <w:r w:rsidR="004B7532" w:rsidRPr="00E3169D">
        <w:rPr>
          <w:rFonts w:ascii="Times New Roman" w:hAnsi="Times New Roman"/>
          <w:sz w:val="26"/>
          <w:szCs w:val="26"/>
        </w:rPr>
        <w:t>»</w:t>
      </w:r>
    </w:p>
    <w:p w:rsidR="000A6C10" w:rsidRPr="00E3169D" w:rsidRDefault="000A6C10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 w:rsidRPr="00E3169D">
        <w:rPr>
          <w:rFonts w:ascii="Times New Roman" w:hAnsi="Times New Roman"/>
          <w:sz w:val="26"/>
          <w:szCs w:val="26"/>
        </w:rPr>
        <w:t>Ферзиковского района Калужской области</w:t>
      </w:r>
    </w:p>
    <w:p w:rsidR="000A6C10" w:rsidRPr="00E3169D" w:rsidRDefault="000A6C10" w:rsidP="00C83B57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A6C10" w:rsidRPr="00E3169D" w:rsidRDefault="000A6C10" w:rsidP="00C83B57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  <w:r w:rsidRPr="00E3169D">
        <w:rPr>
          <w:rFonts w:ascii="Times New Roman" w:hAnsi="Times New Roman"/>
          <w:b/>
          <w:sz w:val="26"/>
          <w:szCs w:val="26"/>
        </w:rPr>
        <w:t>РЕШЕНИЕ</w:t>
      </w:r>
    </w:p>
    <w:p w:rsidR="000A6C10" w:rsidRPr="00E3169D" w:rsidRDefault="000A6C10" w:rsidP="00C83B57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090F23" w:rsidRPr="00E3169D" w:rsidTr="00090F23">
        <w:tc>
          <w:tcPr>
            <w:tcW w:w="5210" w:type="dxa"/>
          </w:tcPr>
          <w:p w:rsidR="00090F23" w:rsidRPr="008538B6" w:rsidRDefault="00090F23" w:rsidP="008538B6">
            <w:pPr>
              <w:spacing w:line="228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38B6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8538B6" w:rsidRPr="008538B6">
              <w:rPr>
                <w:rFonts w:ascii="Times New Roman" w:hAnsi="Times New Roman"/>
                <w:b/>
                <w:sz w:val="24"/>
                <w:szCs w:val="24"/>
              </w:rPr>
              <w:t>11 ноября</w:t>
            </w:r>
            <w:r w:rsidRPr="008538B6">
              <w:rPr>
                <w:rFonts w:ascii="Times New Roman" w:hAnsi="Times New Roman"/>
                <w:b/>
                <w:sz w:val="24"/>
                <w:szCs w:val="24"/>
              </w:rPr>
              <w:t xml:space="preserve"> 2019 года</w:t>
            </w:r>
          </w:p>
        </w:tc>
        <w:tc>
          <w:tcPr>
            <w:tcW w:w="5211" w:type="dxa"/>
          </w:tcPr>
          <w:p w:rsidR="00090F23" w:rsidRPr="008538B6" w:rsidRDefault="00090F23" w:rsidP="008538B6">
            <w:pPr>
              <w:spacing w:line="228" w:lineRule="auto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538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700A03" w:rsidRPr="008538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36F4A" w:rsidRPr="008538B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538B6" w:rsidRPr="008538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0F23" w:rsidRPr="00E3169D" w:rsidTr="00090F23">
        <w:tc>
          <w:tcPr>
            <w:tcW w:w="10421" w:type="dxa"/>
            <w:gridSpan w:val="2"/>
          </w:tcPr>
          <w:p w:rsidR="00090F23" w:rsidRPr="008538B6" w:rsidRDefault="00090F23" w:rsidP="00090F23">
            <w:pPr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38B6">
              <w:rPr>
                <w:rFonts w:ascii="Times New Roman" w:hAnsi="Times New Roman"/>
                <w:b/>
                <w:sz w:val="24"/>
                <w:szCs w:val="24"/>
              </w:rPr>
              <w:t xml:space="preserve">д. </w:t>
            </w:r>
            <w:r w:rsidR="00700A03" w:rsidRPr="008538B6">
              <w:rPr>
                <w:rFonts w:ascii="Times New Roman" w:hAnsi="Times New Roman"/>
                <w:b/>
                <w:sz w:val="24"/>
                <w:szCs w:val="24"/>
              </w:rPr>
              <w:t xml:space="preserve"> Бронцы</w:t>
            </w:r>
          </w:p>
        </w:tc>
      </w:tr>
    </w:tbl>
    <w:p w:rsidR="00B8497A" w:rsidRPr="00E3169D" w:rsidRDefault="00B8497A" w:rsidP="00C83B57">
      <w:pPr>
        <w:pStyle w:val="21"/>
        <w:ind w:left="0" w:right="5386" w:firstLine="0"/>
        <w:rPr>
          <w:rFonts w:ascii="Times New Roman" w:hAnsi="Times New Roman"/>
          <w:b w:val="0"/>
          <w:szCs w:val="26"/>
        </w:rPr>
      </w:pPr>
    </w:p>
    <w:tbl>
      <w:tblPr>
        <w:tblStyle w:val="a6"/>
        <w:tblW w:w="0" w:type="auto"/>
        <w:tblLook w:val="04A0"/>
      </w:tblPr>
      <w:tblGrid>
        <w:gridCol w:w="4928"/>
      </w:tblGrid>
      <w:tr w:rsidR="00700A03" w:rsidTr="00700A0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538B6" w:rsidRPr="008538B6" w:rsidRDefault="008538B6" w:rsidP="008538B6">
            <w:pPr>
              <w:pStyle w:val="ConsPlusNormal"/>
              <w:spacing w:line="300" w:lineRule="exact"/>
              <w:rPr>
                <w:b/>
                <w:bCs/>
              </w:rPr>
            </w:pPr>
            <w:r w:rsidRPr="008538B6">
              <w:rPr>
                <w:b/>
                <w:bCs/>
              </w:rPr>
              <w:t>О согласовании</w:t>
            </w:r>
            <w:r>
              <w:rPr>
                <w:b/>
                <w:bCs/>
              </w:rPr>
              <w:t xml:space="preserve"> </w:t>
            </w:r>
            <w:r w:rsidRPr="008538B6">
              <w:rPr>
                <w:b/>
                <w:bCs/>
              </w:rPr>
              <w:t xml:space="preserve">проекта постановления Губернатора Калужской области  </w:t>
            </w:r>
          </w:p>
          <w:p w:rsidR="008538B6" w:rsidRPr="008538B6" w:rsidRDefault="008538B6" w:rsidP="008538B6">
            <w:pPr>
              <w:pStyle w:val="ConsPlusNormal"/>
              <w:spacing w:line="300" w:lineRule="exact"/>
              <w:rPr>
                <w:b/>
                <w:bCs/>
              </w:rPr>
            </w:pPr>
            <w:r w:rsidRPr="008538B6">
              <w:rPr>
                <w:b/>
                <w:bCs/>
              </w:rPr>
      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2020 года по 2023 год»</w:t>
            </w:r>
          </w:p>
          <w:p w:rsidR="00700A03" w:rsidRPr="00700A03" w:rsidRDefault="00700A03" w:rsidP="00700A03">
            <w:pPr>
              <w:pStyle w:val="21"/>
              <w:tabs>
                <w:tab w:val="left" w:pos="5103"/>
                <w:tab w:val="left" w:pos="9214"/>
              </w:tabs>
              <w:ind w:left="0" w:right="-1" w:firstLine="0"/>
              <w:rPr>
                <w:rFonts w:ascii="Times New Roman" w:hAnsi="Times New Roman"/>
                <w:bCs/>
                <w:kern w:val="28"/>
                <w:sz w:val="24"/>
                <w:szCs w:val="24"/>
              </w:rPr>
            </w:pPr>
          </w:p>
        </w:tc>
      </w:tr>
    </w:tbl>
    <w:p w:rsidR="00B8497A" w:rsidRPr="00E3169D" w:rsidRDefault="00B8497A" w:rsidP="00C83B57">
      <w:pPr>
        <w:pStyle w:val="ConsPlusNormal"/>
        <w:jc w:val="both"/>
        <w:rPr>
          <w:bCs/>
          <w:sz w:val="26"/>
          <w:szCs w:val="26"/>
        </w:rPr>
      </w:pPr>
    </w:p>
    <w:p w:rsidR="004B7532" w:rsidRPr="008538B6" w:rsidRDefault="008538B6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proofErr w:type="gramStart"/>
      <w:r w:rsidRPr="008538B6">
        <w:rPr>
          <w:rFonts w:ascii="Times New Roman" w:hAnsi="Times New Roman"/>
          <w:sz w:val="25"/>
          <w:szCs w:val="25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 w:rsidRPr="008538B6">
          <w:rPr>
            <w:rFonts w:ascii="Times New Roman" w:hAnsi="Times New Roman"/>
            <w:sz w:val="25"/>
            <w:szCs w:val="25"/>
          </w:rPr>
          <w:t>законом</w:t>
        </w:r>
      </w:hyperlink>
      <w:r w:rsidRPr="008538B6">
        <w:rPr>
          <w:rFonts w:ascii="Times New Roman" w:hAnsi="Times New Roman"/>
          <w:sz w:val="25"/>
          <w:szCs w:val="25"/>
        </w:rPr>
        <w:t xml:space="preserve"> от 06.10.2003 № 131-ФЗ «Об общих принципах организации местного самоуправления в Российской Федерации», разделом </w:t>
      </w:r>
      <w:r w:rsidRPr="008538B6">
        <w:rPr>
          <w:rFonts w:ascii="Times New Roman" w:hAnsi="Times New Roman"/>
          <w:sz w:val="25"/>
          <w:szCs w:val="25"/>
          <w:lang w:val="en-US"/>
        </w:rPr>
        <w:t>IV</w:t>
      </w:r>
      <w:r w:rsidRPr="008538B6">
        <w:rPr>
          <w:rFonts w:ascii="Times New Roman" w:hAnsi="Times New Roman"/>
          <w:sz w:val="25"/>
          <w:szCs w:val="25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30.04.2014 № 400 (в ред. от 13.06.2019 № 756),</w:t>
      </w:r>
      <w:r w:rsidR="004B7532" w:rsidRPr="008538B6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Уставом сельского поселения «Деревня </w:t>
      </w:r>
      <w:r w:rsidR="00700A03" w:rsidRPr="008538B6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Бронцы</w:t>
      </w:r>
      <w:r w:rsidR="004B7532" w:rsidRPr="008538B6">
        <w:rPr>
          <w:rFonts w:ascii="Times New Roman" w:eastAsiaTheme="minorHAnsi" w:hAnsi="Times New Roman"/>
          <w:bCs/>
          <w:sz w:val="25"/>
          <w:szCs w:val="25"/>
          <w:lang w:eastAsia="en-US"/>
        </w:rPr>
        <w:t>», Сельская Дума сельского поселения</w:t>
      </w:r>
      <w:proofErr w:type="gramEnd"/>
      <w:r w:rsidR="004B7532" w:rsidRPr="008538B6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«Деревня </w:t>
      </w:r>
      <w:r w:rsidR="00700A03" w:rsidRPr="008538B6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Бронцы</w:t>
      </w:r>
      <w:r w:rsidR="004B7532" w:rsidRPr="008538B6">
        <w:rPr>
          <w:rFonts w:ascii="Times New Roman" w:eastAsiaTheme="minorHAnsi" w:hAnsi="Times New Roman"/>
          <w:bCs/>
          <w:sz w:val="25"/>
          <w:szCs w:val="25"/>
          <w:lang w:eastAsia="en-US"/>
        </w:rPr>
        <w:t>» РЕШИЛА:</w:t>
      </w:r>
    </w:p>
    <w:p w:rsidR="004B7532" w:rsidRPr="008538B6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5"/>
          <w:szCs w:val="25"/>
          <w:lang w:eastAsia="en-US"/>
        </w:rPr>
      </w:pPr>
    </w:p>
    <w:p w:rsidR="008538B6" w:rsidRPr="008538B6" w:rsidRDefault="008538B6" w:rsidP="008538B6">
      <w:pPr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bookmarkStart w:id="0" w:name="Par22"/>
      <w:bookmarkEnd w:id="0"/>
      <w:r w:rsidRPr="008538B6">
        <w:rPr>
          <w:rFonts w:ascii="Times New Roman" w:hAnsi="Times New Roman"/>
          <w:sz w:val="25"/>
          <w:szCs w:val="25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2020 года по 2023 год» (далее – Проект) для муниципального образования сельское поселение «Деревня Бронцы»:</w:t>
      </w:r>
    </w:p>
    <w:p w:rsidR="008538B6" w:rsidRPr="008538B6" w:rsidRDefault="008538B6" w:rsidP="008538B6">
      <w:pPr>
        <w:tabs>
          <w:tab w:val="left" w:pos="993"/>
        </w:tabs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r w:rsidRPr="008538B6">
        <w:rPr>
          <w:rFonts w:ascii="Times New Roman" w:hAnsi="Times New Roman"/>
          <w:sz w:val="25"/>
          <w:szCs w:val="25"/>
        </w:rPr>
        <w:t>а)</w:t>
      </w:r>
      <w:r w:rsidRPr="008538B6">
        <w:rPr>
          <w:rFonts w:ascii="Times New Roman" w:hAnsi="Times New Roman"/>
          <w:sz w:val="25"/>
          <w:szCs w:val="25"/>
        </w:rPr>
        <w:tab/>
        <w:t>в части установления предельных (максимальных) индексов согласно Приложению № 1 к Проекту в размере:</w:t>
      </w:r>
    </w:p>
    <w:p w:rsidR="008538B6" w:rsidRPr="008538B6" w:rsidRDefault="008538B6" w:rsidP="008538B6">
      <w:pPr>
        <w:tabs>
          <w:tab w:val="left" w:pos="993"/>
        </w:tabs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r w:rsidRPr="008538B6">
        <w:rPr>
          <w:rFonts w:ascii="Times New Roman" w:hAnsi="Times New Roman"/>
          <w:sz w:val="25"/>
          <w:szCs w:val="25"/>
        </w:rPr>
        <w:t>- с 01.01.2020 по 30.06.2020– 0%;</w:t>
      </w:r>
    </w:p>
    <w:p w:rsidR="008538B6" w:rsidRPr="008538B6" w:rsidRDefault="008538B6" w:rsidP="008538B6">
      <w:pPr>
        <w:tabs>
          <w:tab w:val="left" w:pos="993"/>
        </w:tabs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r w:rsidRPr="008538B6">
        <w:rPr>
          <w:rFonts w:ascii="Times New Roman" w:hAnsi="Times New Roman"/>
          <w:sz w:val="25"/>
          <w:szCs w:val="25"/>
        </w:rPr>
        <w:t>- с 01.07.2020 по 31.12.2020– 5,6 %;</w:t>
      </w:r>
    </w:p>
    <w:p w:rsidR="008538B6" w:rsidRPr="008538B6" w:rsidRDefault="008538B6" w:rsidP="008538B6">
      <w:pPr>
        <w:tabs>
          <w:tab w:val="left" w:pos="993"/>
        </w:tabs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r w:rsidRPr="008538B6">
        <w:rPr>
          <w:rFonts w:ascii="Times New Roman" w:hAnsi="Times New Roman"/>
          <w:noProof/>
          <w:position w:val="-36"/>
          <w:sz w:val="25"/>
          <w:szCs w:val="25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2645824</wp:posOffset>
            </wp:positionH>
            <wp:positionV relativeFrom="paragraph">
              <wp:posOffset>93677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38B6" w:rsidRPr="008538B6" w:rsidRDefault="008538B6" w:rsidP="008538B6">
      <w:pPr>
        <w:tabs>
          <w:tab w:val="left" w:pos="993"/>
        </w:tabs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r w:rsidRPr="008538B6">
        <w:rPr>
          <w:rFonts w:ascii="Times New Roman" w:hAnsi="Times New Roman"/>
          <w:sz w:val="25"/>
          <w:szCs w:val="25"/>
        </w:rPr>
        <w:t>- с 2021 года по 2023 год–</w:t>
      </w:r>
    </w:p>
    <w:p w:rsidR="008538B6" w:rsidRPr="008538B6" w:rsidRDefault="008538B6" w:rsidP="008538B6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sz w:val="25"/>
          <w:szCs w:val="25"/>
        </w:rPr>
      </w:pPr>
    </w:p>
    <w:p w:rsidR="008538B6" w:rsidRDefault="008538B6" w:rsidP="008538B6">
      <w:pPr>
        <w:tabs>
          <w:tab w:val="left" w:pos="993"/>
        </w:tabs>
        <w:spacing w:line="300" w:lineRule="exact"/>
        <w:ind w:firstLine="709"/>
        <w:rPr>
          <w:rFonts w:ascii="Times New Roman" w:hAnsi="Times New Roman"/>
          <w:sz w:val="25"/>
          <w:szCs w:val="25"/>
        </w:rPr>
      </w:pPr>
      <w:r w:rsidRPr="008538B6">
        <w:rPr>
          <w:rFonts w:ascii="Times New Roman" w:hAnsi="Times New Roman"/>
          <w:sz w:val="25"/>
          <w:szCs w:val="25"/>
        </w:rPr>
        <w:t>б)</w:t>
      </w:r>
      <w:r w:rsidRPr="008538B6">
        <w:rPr>
          <w:rFonts w:ascii="Times New Roman" w:hAnsi="Times New Roman"/>
          <w:sz w:val="25"/>
          <w:szCs w:val="25"/>
        </w:rPr>
        <w:tab/>
        <w:t xml:space="preserve">в части обоснования величины установленных предельных (максимальных) индексов изменения размера вносимой гражданами платы за коммунальные </w:t>
      </w:r>
      <w:r w:rsidRPr="008538B6">
        <w:rPr>
          <w:rFonts w:ascii="Times New Roman" w:hAnsi="Times New Roman"/>
          <w:sz w:val="25"/>
          <w:szCs w:val="25"/>
        </w:rPr>
        <w:br/>
        <w:t>услуги в муниципальном образовании сельское поселение «Деревня Бронцы» согласно Приложению № 2 к Проекту.</w:t>
      </w:r>
    </w:p>
    <w:p w:rsidR="008538B6" w:rsidRPr="008538B6" w:rsidRDefault="008538B6" w:rsidP="008538B6">
      <w:pPr>
        <w:pStyle w:val="ConsPlusNormal"/>
        <w:spacing w:line="300" w:lineRule="exact"/>
        <w:ind w:firstLine="709"/>
        <w:jc w:val="both"/>
        <w:rPr>
          <w:sz w:val="25"/>
          <w:szCs w:val="25"/>
        </w:rPr>
      </w:pPr>
      <w:r w:rsidRPr="008538B6">
        <w:rPr>
          <w:sz w:val="25"/>
          <w:szCs w:val="25"/>
        </w:rPr>
        <w:t xml:space="preserve">2. Настоящее решение вступает в силу с момента </w:t>
      </w:r>
      <w:r>
        <w:rPr>
          <w:sz w:val="25"/>
          <w:szCs w:val="25"/>
        </w:rPr>
        <w:t>подписания</w:t>
      </w:r>
      <w:r w:rsidRPr="008538B6">
        <w:rPr>
          <w:sz w:val="25"/>
          <w:szCs w:val="25"/>
        </w:rPr>
        <w:t>.</w:t>
      </w:r>
    </w:p>
    <w:p w:rsidR="008538B6" w:rsidRPr="008538B6" w:rsidRDefault="008538B6" w:rsidP="008538B6">
      <w:pPr>
        <w:tabs>
          <w:tab w:val="left" w:pos="993"/>
        </w:tabs>
        <w:spacing w:line="300" w:lineRule="exact"/>
        <w:ind w:firstLine="709"/>
        <w:rPr>
          <w:sz w:val="25"/>
          <w:szCs w:val="25"/>
        </w:rPr>
      </w:pPr>
    </w:p>
    <w:p w:rsidR="00DE14F0" w:rsidRPr="00E3169D" w:rsidRDefault="00DE14F0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090F23" w:rsidRPr="00E3169D" w:rsidTr="00090F23">
        <w:tc>
          <w:tcPr>
            <w:tcW w:w="3473" w:type="dxa"/>
          </w:tcPr>
          <w:p w:rsidR="00090F23" w:rsidRPr="00E3169D" w:rsidRDefault="00090F23" w:rsidP="00C83B5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  <w:t xml:space="preserve">Глава сельского поселения «Деревня </w:t>
            </w:r>
            <w:r w:rsidR="00700A03"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  <w:t xml:space="preserve"> Бронцы</w:t>
            </w:r>
            <w:r w:rsidRPr="00E3169D"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3474" w:type="dxa"/>
          </w:tcPr>
          <w:p w:rsidR="00090F23" w:rsidRPr="00E3169D" w:rsidRDefault="00090F23" w:rsidP="00C83B5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474" w:type="dxa"/>
          </w:tcPr>
          <w:p w:rsidR="00090F23" w:rsidRPr="00E3169D" w:rsidRDefault="00090F23" w:rsidP="00C83B5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</w:pPr>
          </w:p>
          <w:p w:rsidR="00090F23" w:rsidRPr="00E3169D" w:rsidRDefault="00700A03" w:rsidP="00090F2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sz w:val="26"/>
                <w:szCs w:val="26"/>
                <w:lang w:eastAsia="en-US"/>
              </w:rPr>
              <w:t>Д.В.Иост</w:t>
            </w:r>
            <w:proofErr w:type="spellEnd"/>
          </w:p>
        </w:tc>
      </w:tr>
    </w:tbl>
    <w:p w:rsidR="00090F23" w:rsidRPr="00E3169D" w:rsidRDefault="00090F23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sectPr w:rsidR="00090F23" w:rsidRPr="00E3169D" w:rsidSect="004B7532">
      <w:pgSz w:w="11906" w:h="16838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05E1E"/>
    <w:multiLevelType w:val="hybridMultilevel"/>
    <w:tmpl w:val="1D28D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CAA3A">
      <w:start w:val="1"/>
      <w:numFmt w:val="decimal"/>
      <w:lvlText w:val="%2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 w:tplc="248C7AF4">
      <w:start w:val="2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3">
    <w:nsid w:val="58CA04A1"/>
    <w:multiLevelType w:val="multilevel"/>
    <w:tmpl w:val="41306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2A4E"/>
    <w:rsid w:val="00064421"/>
    <w:rsid w:val="00070379"/>
    <w:rsid w:val="00090F23"/>
    <w:rsid w:val="00094341"/>
    <w:rsid w:val="00096111"/>
    <w:rsid w:val="000A5FB4"/>
    <w:rsid w:val="000A6C10"/>
    <w:rsid w:val="000A6FDD"/>
    <w:rsid w:val="000B04A3"/>
    <w:rsid w:val="000B4D61"/>
    <w:rsid w:val="000B6728"/>
    <w:rsid w:val="000B7C93"/>
    <w:rsid w:val="000C106C"/>
    <w:rsid w:val="000C4238"/>
    <w:rsid w:val="000C5314"/>
    <w:rsid w:val="000C6EEB"/>
    <w:rsid w:val="000D70D9"/>
    <w:rsid w:val="00106239"/>
    <w:rsid w:val="00106289"/>
    <w:rsid w:val="00126A89"/>
    <w:rsid w:val="001279E1"/>
    <w:rsid w:val="00132123"/>
    <w:rsid w:val="00140182"/>
    <w:rsid w:val="00141C3D"/>
    <w:rsid w:val="00147867"/>
    <w:rsid w:val="001503A6"/>
    <w:rsid w:val="00150B99"/>
    <w:rsid w:val="00160768"/>
    <w:rsid w:val="00164F8A"/>
    <w:rsid w:val="00165468"/>
    <w:rsid w:val="00180ECC"/>
    <w:rsid w:val="00182165"/>
    <w:rsid w:val="00182A5F"/>
    <w:rsid w:val="0018680F"/>
    <w:rsid w:val="00190CD2"/>
    <w:rsid w:val="001A332C"/>
    <w:rsid w:val="001B09AD"/>
    <w:rsid w:val="001D21DE"/>
    <w:rsid w:val="001E2B10"/>
    <w:rsid w:val="001E4E01"/>
    <w:rsid w:val="001E781D"/>
    <w:rsid w:val="001E7D5F"/>
    <w:rsid w:val="001F4273"/>
    <w:rsid w:val="001F662F"/>
    <w:rsid w:val="00203AA1"/>
    <w:rsid w:val="00207926"/>
    <w:rsid w:val="002221E6"/>
    <w:rsid w:val="00223496"/>
    <w:rsid w:val="00240847"/>
    <w:rsid w:val="00243A56"/>
    <w:rsid w:val="0024576F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2D68F1"/>
    <w:rsid w:val="00302514"/>
    <w:rsid w:val="003111A5"/>
    <w:rsid w:val="00321410"/>
    <w:rsid w:val="00322D43"/>
    <w:rsid w:val="0032388A"/>
    <w:rsid w:val="00331068"/>
    <w:rsid w:val="00344AE2"/>
    <w:rsid w:val="00354582"/>
    <w:rsid w:val="00365F75"/>
    <w:rsid w:val="0037669F"/>
    <w:rsid w:val="00380270"/>
    <w:rsid w:val="00380F34"/>
    <w:rsid w:val="00383DE9"/>
    <w:rsid w:val="00385E24"/>
    <w:rsid w:val="003B4C97"/>
    <w:rsid w:val="003C0A68"/>
    <w:rsid w:val="003C2FD9"/>
    <w:rsid w:val="003C433A"/>
    <w:rsid w:val="003C649F"/>
    <w:rsid w:val="003D0D60"/>
    <w:rsid w:val="003E7F27"/>
    <w:rsid w:val="00407583"/>
    <w:rsid w:val="00412C61"/>
    <w:rsid w:val="00416E79"/>
    <w:rsid w:val="004365A3"/>
    <w:rsid w:val="00436943"/>
    <w:rsid w:val="00441D43"/>
    <w:rsid w:val="00451A72"/>
    <w:rsid w:val="00456CCA"/>
    <w:rsid w:val="004606BB"/>
    <w:rsid w:val="00464EB7"/>
    <w:rsid w:val="00484B87"/>
    <w:rsid w:val="00493A79"/>
    <w:rsid w:val="004A385A"/>
    <w:rsid w:val="004B265D"/>
    <w:rsid w:val="004B3782"/>
    <w:rsid w:val="004B7532"/>
    <w:rsid w:val="004D62B4"/>
    <w:rsid w:val="004D6C6A"/>
    <w:rsid w:val="004F379E"/>
    <w:rsid w:val="004F5889"/>
    <w:rsid w:val="00504995"/>
    <w:rsid w:val="00512D25"/>
    <w:rsid w:val="00523B8C"/>
    <w:rsid w:val="00524EA4"/>
    <w:rsid w:val="0052534C"/>
    <w:rsid w:val="005356DF"/>
    <w:rsid w:val="00536B8D"/>
    <w:rsid w:val="00543A8A"/>
    <w:rsid w:val="00545501"/>
    <w:rsid w:val="005905FC"/>
    <w:rsid w:val="00594A6B"/>
    <w:rsid w:val="00596969"/>
    <w:rsid w:val="005970C4"/>
    <w:rsid w:val="005B02A0"/>
    <w:rsid w:val="005C7F9C"/>
    <w:rsid w:val="005D65F3"/>
    <w:rsid w:val="005E5172"/>
    <w:rsid w:val="005F1406"/>
    <w:rsid w:val="005F1E4C"/>
    <w:rsid w:val="005F34D1"/>
    <w:rsid w:val="006005CD"/>
    <w:rsid w:val="00625A4D"/>
    <w:rsid w:val="00634BA3"/>
    <w:rsid w:val="00641127"/>
    <w:rsid w:val="006456BA"/>
    <w:rsid w:val="00650F61"/>
    <w:rsid w:val="006517C2"/>
    <w:rsid w:val="006551F2"/>
    <w:rsid w:val="00664192"/>
    <w:rsid w:val="00664A28"/>
    <w:rsid w:val="00666F9E"/>
    <w:rsid w:val="006672C0"/>
    <w:rsid w:val="00667411"/>
    <w:rsid w:val="006677D0"/>
    <w:rsid w:val="00672A5D"/>
    <w:rsid w:val="006768C2"/>
    <w:rsid w:val="006A54D9"/>
    <w:rsid w:val="006C0E75"/>
    <w:rsid w:val="006D0461"/>
    <w:rsid w:val="006D1C68"/>
    <w:rsid w:val="006D42CE"/>
    <w:rsid w:val="006D478D"/>
    <w:rsid w:val="006E3E72"/>
    <w:rsid w:val="006E62A5"/>
    <w:rsid w:val="006F6492"/>
    <w:rsid w:val="006F66AA"/>
    <w:rsid w:val="00700A03"/>
    <w:rsid w:val="00704BDA"/>
    <w:rsid w:val="00715E31"/>
    <w:rsid w:val="007245E6"/>
    <w:rsid w:val="007255B2"/>
    <w:rsid w:val="00731315"/>
    <w:rsid w:val="00735D94"/>
    <w:rsid w:val="00740193"/>
    <w:rsid w:val="00755A18"/>
    <w:rsid w:val="00760516"/>
    <w:rsid w:val="00774ACB"/>
    <w:rsid w:val="007955DD"/>
    <w:rsid w:val="007B2274"/>
    <w:rsid w:val="007C0A5B"/>
    <w:rsid w:val="007D6730"/>
    <w:rsid w:val="007E0644"/>
    <w:rsid w:val="007E0ED2"/>
    <w:rsid w:val="007E46EF"/>
    <w:rsid w:val="00801CFA"/>
    <w:rsid w:val="00811795"/>
    <w:rsid w:val="008247EB"/>
    <w:rsid w:val="008312D2"/>
    <w:rsid w:val="00832DA2"/>
    <w:rsid w:val="008356DF"/>
    <w:rsid w:val="00835A19"/>
    <w:rsid w:val="008538B6"/>
    <w:rsid w:val="00854945"/>
    <w:rsid w:val="0085548A"/>
    <w:rsid w:val="008732FD"/>
    <w:rsid w:val="00873D9A"/>
    <w:rsid w:val="00876890"/>
    <w:rsid w:val="00877D74"/>
    <w:rsid w:val="00880B81"/>
    <w:rsid w:val="00881E3F"/>
    <w:rsid w:val="008823F6"/>
    <w:rsid w:val="00883456"/>
    <w:rsid w:val="00887477"/>
    <w:rsid w:val="008B55DE"/>
    <w:rsid w:val="008C49C9"/>
    <w:rsid w:val="008D63BA"/>
    <w:rsid w:val="008E3000"/>
    <w:rsid w:val="008E3BAC"/>
    <w:rsid w:val="008E4056"/>
    <w:rsid w:val="008E5B2D"/>
    <w:rsid w:val="008E768F"/>
    <w:rsid w:val="008F1D34"/>
    <w:rsid w:val="008F72B6"/>
    <w:rsid w:val="009002B8"/>
    <w:rsid w:val="009029FA"/>
    <w:rsid w:val="00920AAF"/>
    <w:rsid w:val="00926F0E"/>
    <w:rsid w:val="00944742"/>
    <w:rsid w:val="00953F09"/>
    <w:rsid w:val="0096441F"/>
    <w:rsid w:val="0096591F"/>
    <w:rsid w:val="00966AC7"/>
    <w:rsid w:val="00976ED5"/>
    <w:rsid w:val="00980E81"/>
    <w:rsid w:val="00982B71"/>
    <w:rsid w:val="00982D53"/>
    <w:rsid w:val="00984F01"/>
    <w:rsid w:val="00985F88"/>
    <w:rsid w:val="00993E2F"/>
    <w:rsid w:val="00996042"/>
    <w:rsid w:val="009A2332"/>
    <w:rsid w:val="009A38FB"/>
    <w:rsid w:val="009B12AA"/>
    <w:rsid w:val="009B5DAB"/>
    <w:rsid w:val="009C02B1"/>
    <w:rsid w:val="009C256E"/>
    <w:rsid w:val="009D1CCA"/>
    <w:rsid w:val="009E090B"/>
    <w:rsid w:val="00A05D3E"/>
    <w:rsid w:val="00A12FD1"/>
    <w:rsid w:val="00A13321"/>
    <w:rsid w:val="00A206B3"/>
    <w:rsid w:val="00A25787"/>
    <w:rsid w:val="00A27F85"/>
    <w:rsid w:val="00A34D37"/>
    <w:rsid w:val="00A44613"/>
    <w:rsid w:val="00A458C6"/>
    <w:rsid w:val="00A60F6E"/>
    <w:rsid w:val="00A861E4"/>
    <w:rsid w:val="00A913F8"/>
    <w:rsid w:val="00A94A8A"/>
    <w:rsid w:val="00A957B9"/>
    <w:rsid w:val="00A97025"/>
    <w:rsid w:val="00AA5953"/>
    <w:rsid w:val="00AB42A4"/>
    <w:rsid w:val="00AC1A72"/>
    <w:rsid w:val="00AD0A60"/>
    <w:rsid w:val="00AD3744"/>
    <w:rsid w:val="00AD3E08"/>
    <w:rsid w:val="00AD4B69"/>
    <w:rsid w:val="00AD6662"/>
    <w:rsid w:val="00AF0778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36F4A"/>
    <w:rsid w:val="00B41D88"/>
    <w:rsid w:val="00B42AD0"/>
    <w:rsid w:val="00B56A57"/>
    <w:rsid w:val="00B638DA"/>
    <w:rsid w:val="00B673C8"/>
    <w:rsid w:val="00B8279F"/>
    <w:rsid w:val="00B8497A"/>
    <w:rsid w:val="00B86203"/>
    <w:rsid w:val="00B93ACD"/>
    <w:rsid w:val="00BA5DC1"/>
    <w:rsid w:val="00BB28CD"/>
    <w:rsid w:val="00BB5DD0"/>
    <w:rsid w:val="00BC6E08"/>
    <w:rsid w:val="00BC7385"/>
    <w:rsid w:val="00BE341B"/>
    <w:rsid w:val="00BF5B22"/>
    <w:rsid w:val="00BF7B0C"/>
    <w:rsid w:val="00C063F9"/>
    <w:rsid w:val="00C11D78"/>
    <w:rsid w:val="00C131C3"/>
    <w:rsid w:val="00C13467"/>
    <w:rsid w:val="00C3348F"/>
    <w:rsid w:val="00C36842"/>
    <w:rsid w:val="00C423AA"/>
    <w:rsid w:val="00C43E5F"/>
    <w:rsid w:val="00C46ACC"/>
    <w:rsid w:val="00C51AEF"/>
    <w:rsid w:val="00C5490B"/>
    <w:rsid w:val="00C56382"/>
    <w:rsid w:val="00C63FB4"/>
    <w:rsid w:val="00C73DBF"/>
    <w:rsid w:val="00C77AA7"/>
    <w:rsid w:val="00C83B57"/>
    <w:rsid w:val="00C97CFF"/>
    <w:rsid w:val="00CA020B"/>
    <w:rsid w:val="00CA0F63"/>
    <w:rsid w:val="00CE6EF7"/>
    <w:rsid w:val="00CF0BBA"/>
    <w:rsid w:val="00CF1A74"/>
    <w:rsid w:val="00CF1C06"/>
    <w:rsid w:val="00D01CC4"/>
    <w:rsid w:val="00D3608D"/>
    <w:rsid w:val="00D679B9"/>
    <w:rsid w:val="00D95B4D"/>
    <w:rsid w:val="00DB4C6B"/>
    <w:rsid w:val="00DB7F21"/>
    <w:rsid w:val="00DC12F6"/>
    <w:rsid w:val="00DC5C1B"/>
    <w:rsid w:val="00DD4707"/>
    <w:rsid w:val="00DD71A9"/>
    <w:rsid w:val="00DE14F0"/>
    <w:rsid w:val="00DE2466"/>
    <w:rsid w:val="00DE2996"/>
    <w:rsid w:val="00DE6039"/>
    <w:rsid w:val="00DE6D3B"/>
    <w:rsid w:val="00DF2909"/>
    <w:rsid w:val="00DF3B97"/>
    <w:rsid w:val="00DF5A5A"/>
    <w:rsid w:val="00E03CBA"/>
    <w:rsid w:val="00E27456"/>
    <w:rsid w:val="00E3169D"/>
    <w:rsid w:val="00E4022F"/>
    <w:rsid w:val="00E422BF"/>
    <w:rsid w:val="00E47848"/>
    <w:rsid w:val="00E67091"/>
    <w:rsid w:val="00E70036"/>
    <w:rsid w:val="00E7227B"/>
    <w:rsid w:val="00E81F9F"/>
    <w:rsid w:val="00E8511B"/>
    <w:rsid w:val="00E853FD"/>
    <w:rsid w:val="00EA4211"/>
    <w:rsid w:val="00EA7C48"/>
    <w:rsid w:val="00EB383E"/>
    <w:rsid w:val="00ED3BF8"/>
    <w:rsid w:val="00ED41D1"/>
    <w:rsid w:val="00EE0D52"/>
    <w:rsid w:val="00EE55B1"/>
    <w:rsid w:val="00EE627A"/>
    <w:rsid w:val="00EE6305"/>
    <w:rsid w:val="00EF2070"/>
    <w:rsid w:val="00EF2E52"/>
    <w:rsid w:val="00EF4633"/>
    <w:rsid w:val="00EF7C8C"/>
    <w:rsid w:val="00F00D41"/>
    <w:rsid w:val="00F11340"/>
    <w:rsid w:val="00F1367C"/>
    <w:rsid w:val="00F155D7"/>
    <w:rsid w:val="00F204F9"/>
    <w:rsid w:val="00F20D27"/>
    <w:rsid w:val="00F2379B"/>
    <w:rsid w:val="00F32109"/>
    <w:rsid w:val="00F3309B"/>
    <w:rsid w:val="00F362E1"/>
    <w:rsid w:val="00F408FB"/>
    <w:rsid w:val="00F43AEB"/>
    <w:rsid w:val="00F44257"/>
    <w:rsid w:val="00F5177E"/>
    <w:rsid w:val="00F55E9E"/>
    <w:rsid w:val="00F6263B"/>
    <w:rsid w:val="00F64AD3"/>
    <w:rsid w:val="00F73767"/>
    <w:rsid w:val="00F86902"/>
    <w:rsid w:val="00F877BE"/>
    <w:rsid w:val="00F91819"/>
    <w:rsid w:val="00F91A2D"/>
    <w:rsid w:val="00FB0067"/>
    <w:rsid w:val="00FB05C4"/>
    <w:rsid w:val="00FC6F4E"/>
    <w:rsid w:val="00FD07C8"/>
    <w:rsid w:val="00FD1ABC"/>
    <w:rsid w:val="00FD7C70"/>
    <w:rsid w:val="00FE1803"/>
    <w:rsid w:val="00FE1C3C"/>
    <w:rsid w:val="00FE2FAB"/>
    <w:rsid w:val="00FE6CDF"/>
    <w:rsid w:val="00FE77CA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E3E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E3E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E3E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E3E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E3E7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  <w:style w:type="paragraph" w:styleId="a8">
    <w:name w:val="Body Text"/>
    <w:basedOn w:val="a"/>
    <w:link w:val="a9"/>
    <w:rsid w:val="007E0644"/>
    <w:pPr>
      <w:overflowPunct w:val="0"/>
      <w:autoSpaceDE w:val="0"/>
      <w:autoSpaceDN w:val="0"/>
      <w:adjustRightInd w:val="0"/>
      <w:ind w:right="4866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7E06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83B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83B5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83B5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3B5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6E3E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6E3E72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C83B5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E3E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6E3E72"/>
    <w:rPr>
      <w:color w:val="0000FF"/>
      <w:u w:val="none"/>
    </w:rPr>
  </w:style>
  <w:style w:type="paragraph" w:customStyle="1" w:styleId="Application">
    <w:name w:val="Application!Приложение"/>
    <w:rsid w:val="006E3E72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E3E7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E3E7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E3E72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E3E7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C4DF0-BDCB-4CAD-A9CF-75DBC020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Плющенкова</dc:creator>
  <cp:lastModifiedBy>User</cp:lastModifiedBy>
  <cp:revision>10</cp:revision>
  <cp:lastPrinted>2019-11-11T07:11:00Z</cp:lastPrinted>
  <dcterms:created xsi:type="dcterms:W3CDTF">2019-10-28T06:40:00Z</dcterms:created>
  <dcterms:modified xsi:type="dcterms:W3CDTF">2019-11-11T07:11:00Z</dcterms:modified>
</cp:coreProperties>
</file>